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82" w:rsidRPr="00565462" w:rsidRDefault="00846B82" w:rsidP="00846B82">
      <w:pPr>
        <w:jc w:val="center"/>
        <w:rPr>
          <w:rFonts w:ascii="楷体_GB2312" w:eastAsia="楷体_GB2312" w:hAnsi="楷体"/>
          <w:b/>
          <w:sz w:val="32"/>
        </w:rPr>
      </w:pPr>
      <w:r w:rsidRPr="00565462">
        <w:rPr>
          <w:rFonts w:ascii="楷体_GB2312" w:eastAsia="楷体_GB2312" w:hAnsi="楷体" w:hint="eastAsia"/>
          <w:b/>
          <w:sz w:val="32"/>
        </w:rPr>
        <w:t>国家社科基金项目进展报告</w:t>
      </w:r>
    </w:p>
    <w:p w:rsidR="00846B82" w:rsidRPr="00565462" w:rsidRDefault="00AA79C0" w:rsidP="00846B82">
      <w:pPr>
        <w:jc w:val="left"/>
        <w:rPr>
          <w:rFonts w:ascii="仿宋_GB2312" w:eastAsia="仿宋_GB2312" w:hAnsi="仿宋"/>
          <w:sz w:val="28"/>
        </w:rPr>
      </w:pPr>
      <w:r w:rsidRPr="00565462">
        <w:rPr>
          <w:rFonts w:ascii="仿宋_GB2312" w:eastAsia="仿宋_GB2312" w:hAnsi="仿宋" w:hint="eastAsia"/>
          <w:sz w:val="28"/>
        </w:rPr>
        <w:t>项目</w:t>
      </w:r>
      <w:r w:rsidR="00846B82" w:rsidRPr="00565462">
        <w:rPr>
          <w:rFonts w:ascii="仿宋_GB2312" w:eastAsia="仿宋_GB2312" w:hAnsi="仿宋" w:hint="eastAsia"/>
          <w:sz w:val="28"/>
        </w:rPr>
        <w:t xml:space="preserve">号：   </w:t>
      </w:r>
      <w:bookmarkStart w:id="0" w:name="_GoBack"/>
      <w:bookmarkEnd w:id="0"/>
      <w:r w:rsidR="00846B82" w:rsidRPr="00565462">
        <w:rPr>
          <w:rFonts w:ascii="仿宋_GB2312" w:eastAsia="仿宋_GB2312" w:hAnsi="仿宋" w:hint="eastAsia"/>
          <w:sz w:val="28"/>
        </w:rPr>
        <w:t xml:space="preserve">                所在单位：</w:t>
      </w:r>
    </w:p>
    <w:p w:rsidR="00846B82" w:rsidRPr="00565462" w:rsidRDefault="00846B82" w:rsidP="00846B82">
      <w:pPr>
        <w:jc w:val="left"/>
        <w:rPr>
          <w:rFonts w:ascii="仿宋_GB2312" w:eastAsia="仿宋_GB2312" w:hAnsi="仿宋"/>
          <w:sz w:val="28"/>
        </w:rPr>
      </w:pPr>
      <w:r w:rsidRPr="00565462">
        <w:rPr>
          <w:rFonts w:ascii="仿宋_GB2312" w:eastAsia="仿宋_GB2312" w:hAnsi="仿宋" w:hint="eastAsia"/>
          <w:sz w:val="28"/>
        </w:rPr>
        <w:t>项目名称：</w:t>
      </w:r>
    </w:p>
    <w:p w:rsidR="00846B82" w:rsidRPr="00565462" w:rsidRDefault="00846B82" w:rsidP="00846B82">
      <w:pPr>
        <w:jc w:val="left"/>
        <w:rPr>
          <w:rFonts w:ascii="仿宋_GB2312" w:eastAsia="仿宋_GB2312" w:hAnsi="仿宋"/>
          <w:sz w:val="28"/>
        </w:rPr>
      </w:pPr>
      <w:r w:rsidRPr="00565462">
        <w:rPr>
          <w:rFonts w:ascii="仿宋_GB2312" w:eastAsia="仿宋_GB2312" w:hAnsi="仿宋" w:hint="eastAsia"/>
          <w:sz w:val="28"/>
        </w:rPr>
        <w:t>负责人：</w:t>
      </w:r>
      <w:r w:rsidR="00C56483" w:rsidRPr="00565462">
        <w:rPr>
          <w:rFonts w:ascii="仿宋_GB2312" w:eastAsia="仿宋_GB2312" w:hAnsi="仿宋" w:hint="eastAsia"/>
          <w:sz w:val="28"/>
        </w:rPr>
        <w:t xml:space="preserve">                   填写日期：</w:t>
      </w:r>
      <w:r w:rsidR="00BF3688" w:rsidRPr="00565462">
        <w:rPr>
          <w:rFonts w:ascii="仿宋_GB2312" w:eastAsia="仿宋_GB2312" w:hAnsi="仿宋" w:hint="eastAsia"/>
          <w:sz w:val="28"/>
        </w:rPr>
        <w:t xml:space="preserve">    年  月  日</w:t>
      </w:r>
    </w:p>
    <w:p w:rsidR="00846B82" w:rsidRPr="00565462" w:rsidRDefault="00846B82" w:rsidP="00846B82">
      <w:pPr>
        <w:jc w:val="left"/>
        <w:rPr>
          <w:rFonts w:ascii="仿宋_GB2312" w:eastAsia="仿宋_GB2312" w:hAnsi="仿宋"/>
          <w:sz w:val="28"/>
        </w:rPr>
      </w:pPr>
      <w:r w:rsidRPr="00565462">
        <w:rPr>
          <w:rFonts w:ascii="仿宋_GB2312" w:eastAsia="仿宋_GB2312" w:hAnsi="仿宋" w:hint="eastAsia"/>
          <w:sz w:val="28"/>
        </w:rPr>
        <w:t>进展情况：</w:t>
      </w:r>
    </w:p>
    <w:p w:rsidR="00846B82" w:rsidRPr="00846B82" w:rsidRDefault="00F95AFE" w:rsidP="00846B82">
      <w:pPr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 xml:space="preserve">    </w:t>
      </w:r>
    </w:p>
    <w:sectPr w:rsidR="00846B82" w:rsidRPr="00846B82" w:rsidSect="00E379B7">
      <w:pgSz w:w="11906" w:h="16838"/>
      <w:pgMar w:top="141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516" w:rsidRDefault="007E0516" w:rsidP="008D519E">
      <w:r>
        <w:separator/>
      </w:r>
    </w:p>
  </w:endnote>
  <w:endnote w:type="continuationSeparator" w:id="0">
    <w:p w:rsidR="007E0516" w:rsidRDefault="007E0516" w:rsidP="008D5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516" w:rsidRDefault="007E0516" w:rsidP="008D519E">
      <w:r>
        <w:separator/>
      </w:r>
    </w:p>
  </w:footnote>
  <w:footnote w:type="continuationSeparator" w:id="0">
    <w:p w:rsidR="007E0516" w:rsidRDefault="007E0516" w:rsidP="008D51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DEB"/>
    <w:rsid w:val="00037A92"/>
    <w:rsid w:val="0005753E"/>
    <w:rsid w:val="00066DC1"/>
    <w:rsid w:val="000B385E"/>
    <w:rsid w:val="002302AA"/>
    <w:rsid w:val="00382381"/>
    <w:rsid w:val="00454EE6"/>
    <w:rsid w:val="00475EF9"/>
    <w:rsid w:val="00565462"/>
    <w:rsid w:val="005F1DEB"/>
    <w:rsid w:val="00625118"/>
    <w:rsid w:val="006E4F3B"/>
    <w:rsid w:val="00722EBF"/>
    <w:rsid w:val="007B0B57"/>
    <w:rsid w:val="007E0516"/>
    <w:rsid w:val="00846B82"/>
    <w:rsid w:val="008D519E"/>
    <w:rsid w:val="009827BA"/>
    <w:rsid w:val="00985D70"/>
    <w:rsid w:val="00997549"/>
    <w:rsid w:val="00A90FD3"/>
    <w:rsid w:val="00AA79C0"/>
    <w:rsid w:val="00AC00BE"/>
    <w:rsid w:val="00B76849"/>
    <w:rsid w:val="00BB0504"/>
    <w:rsid w:val="00BB2673"/>
    <w:rsid w:val="00BC26B7"/>
    <w:rsid w:val="00BF2A89"/>
    <w:rsid w:val="00BF3688"/>
    <w:rsid w:val="00C56483"/>
    <w:rsid w:val="00DA407C"/>
    <w:rsid w:val="00E13D32"/>
    <w:rsid w:val="00E379B7"/>
    <w:rsid w:val="00E72997"/>
    <w:rsid w:val="00F853C9"/>
    <w:rsid w:val="00F87D72"/>
    <w:rsid w:val="00F9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C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25118"/>
    <w:rPr>
      <w:color w:val="0000FF" w:themeColor="hyperlink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454EE6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454EE6"/>
  </w:style>
  <w:style w:type="paragraph" w:styleId="a6">
    <w:name w:val="header"/>
    <w:basedOn w:val="a"/>
    <w:link w:val="Char0"/>
    <w:uiPriority w:val="99"/>
    <w:semiHidden/>
    <w:unhideWhenUsed/>
    <w:rsid w:val="008D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D519E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D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D51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C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25118"/>
    <w:rPr>
      <w:color w:val="0000FF" w:themeColor="hyperlink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454EE6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454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klh</dc:creator>
  <cp:keywords/>
  <dc:description/>
  <cp:lastModifiedBy>wsl</cp:lastModifiedBy>
  <cp:revision>18</cp:revision>
  <dcterms:created xsi:type="dcterms:W3CDTF">2015-10-11T12:35:00Z</dcterms:created>
  <dcterms:modified xsi:type="dcterms:W3CDTF">2015-10-12T00:56:00Z</dcterms:modified>
</cp:coreProperties>
</file>